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7F" w:rsidRPr="00DD6860" w:rsidRDefault="00F45A7F" w:rsidP="004C4ED4">
      <w:pPr>
        <w:jc w:val="center"/>
      </w:pPr>
    </w:p>
    <w:p w:rsidR="00F45A7F" w:rsidRPr="00086FDB" w:rsidRDefault="00F45A7F" w:rsidP="00086FDB">
      <w:pPr>
        <w:suppressAutoHyphens/>
        <w:jc w:val="center"/>
        <w:rPr>
          <w:sz w:val="30"/>
          <w:szCs w:val="30"/>
        </w:rPr>
      </w:pPr>
      <w:r w:rsidRPr="00086FDB">
        <w:rPr>
          <w:sz w:val="30"/>
          <w:szCs w:val="30"/>
        </w:rPr>
        <w:t>АДМИНИСТРАЦИЯ ВОЙНОВСКОГО СЕЛЬСКОГО ПОСЕЛЕНИЯ</w:t>
      </w:r>
    </w:p>
    <w:p w:rsidR="00F45A7F" w:rsidRPr="00086FDB" w:rsidRDefault="00F45A7F" w:rsidP="00086FDB">
      <w:pPr>
        <w:suppressAutoHyphens/>
        <w:jc w:val="center"/>
        <w:rPr>
          <w:sz w:val="30"/>
          <w:szCs w:val="30"/>
        </w:rPr>
      </w:pPr>
      <w:r w:rsidRPr="00086FDB">
        <w:rPr>
          <w:sz w:val="30"/>
          <w:szCs w:val="30"/>
        </w:rPr>
        <w:t>ЕГОРЛЫКСКОГО РАЙОНА РОСТОВСКОЙ ОБЛАСТИ</w:t>
      </w:r>
    </w:p>
    <w:p w:rsidR="00F45A7F" w:rsidRPr="00086FDB" w:rsidRDefault="00F45A7F" w:rsidP="00086FDB">
      <w:pPr>
        <w:suppressAutoHyphens/>
        <w:rPr>
          <w:sz w:val="30"/>
          <w:szCs w:val="30"/>
        </w:rPr>
      </w:pPr>
    </w:p>
    <w:p w:rsidR="00F45A7F" w:rsidRDefault="00F45A7F" w:rsidP="00086FDB">
      <w:pPr>
        <w:suppressAutoHyphens/>
        <w:jc w:val="center"/>
        <w:rPr>
          <w:sz w:val="30"/>
          <w:szCs w:val="30"/>
        </w:rPr>
      </w:pPr>
      <w:r w:rsidRPr="00086FDB">
        <w:rPr>
          <w:sz w:val="30"/>
          <w:szCs w:val="30"/>
        </w:rPr>
        <w:t>ПОСТАНОВЛЕНИЕ</w:t>
      </w:r>
    </w:p>
    <w:p w:rsidR="00F45A7F" w:rsidRPr="00086FDB" w:rsidRDefault="00F45A7F" w:rsidP="00086FDB">
      <w:pPr>
        <w:suppressAutoHyphens/>
        <w:jc w:val="center"/>
        <w:rPr>
          <w:sz w:val="30"/>
          <w:szCs w:val="30"/>
        </w:rPr>
      </w:pPr>
    </w:p>
    <w:p w:rsidR="00F45A7F" w:rsidRDefault="00F45A7F" w:rsidP="00086FDB">
      <w:pPr>
        <w:suppressAutoHyphens/>
        <w:rPr>
          <w:sz w:val="30"/>
          <w:szCs w:val="30"/>
        </w:rPr>
      </w:pPr>
      <w:r>
        <w:rPr>
          <w:sz w:val="30"/>
          <w:szCs w:val="30"/>
        </w:rPr>
        <w:t>«31»</w:t>
      </w:r>
      <w:r w:rsidRPr="00086FDB">
        <w:rPr>
          <w:sz w:val="30"/>
          <w:szCs w:val="30"/>
        </w:rPr>
        <w:t xml:space="preserve"> </w:t>
      </w:r>
      <w:r>
        <w:rPr>
          <w:sz w:val="30"/>
          <w:szCs w:val="30"/>
        </w:rPr>
        <w:t>мая 2016</w:t>
      </w:r>
      <w:r w:rsidRPr="00086FDB">
        <w:rPr>
          <w:sz w:val="30"/>
          <w:szCs w:val="30"/>
        </w:rPr>
        <w:t xml:space="preserve"> года                        № </w:t>
      </w:r>
      <w:r>
        <w:rPr>
          <w:sz w:val="30"/>
          <w:szCs w:val="30"/>
        </w:rPr>
        <w:t>114</w:t>
      </w:r>
      <w:r w:rsidRPr="00086FDB">
        <w:rPr>
          <w:sz w:val="30"/>
          <w:szCs w:val="30"/>
        </w:rPr>
        <w:t xml:space="preserve">          </w:t>
      </w:r>
      <w:r>
        <w:rPr>
          <w:sz w:val="30"/>
          <w:szCs w:val="30"/>
        </w:rPr>
        <w:t xml:space="preserve">                              </w:t>
      </w:r>
      <w:r w:rsidRPr="00086FDB">
        <w:rPr>
          <w:sz w:val="30"/>
          <w:szCs w:val="30"/>
        </w:rPr>
        <w:t xml:space="preserve"> х.Войнов</w:t>
      </w:r>
    </w:p>
    <w:p w:rsidR="00F45A7F" w:rsidRPr="00AE3058" w:rsidRDefault="00F45A7F" w:rsidP="00086FDB">
      <w:pPr>
        <w:suppressAutoHyphens/>
        <w:rPr>
          <w:sz w:val="28"/>
          <w:szCs w:val="28"/>
        </w:rPr>
      </w:pPr>
    </w:p>
    <w:p w:rsidR="00F45A7F" w:rsidRPr="006B7848" w:rsidRDefault="00F45A7F" w:rsidP="006B7848">
      <w:pPr>
        <w:pStyle w:val="ConsPlusNormal"/>
        <w:tabs>
          <w:tab w:val="left" w:pos="3544"/>
          <w:tab w:val="left" w:pos="3686"/>
          <w:tab w:val="left" w:pos="10036"/>
        </w:tabs>
        <w:ind w:right="-2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7848">
        <w:rPr>
          <w:rFonts w:ascii="Times New Roman" w:hAnsi="Times New Roman" w:cs="Times New Roman"/>
          <w:b/>
          <w:bCs/>
          <w:sz w:val="28"/>
          <w:szCs w:val="28"/>
        </w:rPr>
        <w:t>Об утверждении перечня закупаемых</w:t>
      </w:r>
    </w:p>
    <w:p w:rsidR="00F45A7F" w:rsidRPr="00084580" w:rsidRDefault="00F45A7F" w:rsidP="00086FDB">
      <w:pPr>
        <w:pStyle w:val="ConsPlusNormal"/>
        <w:tabs>
          <w:tab w:val="left" w:pos="3544"/>
          <w:tab w:val="left" w:pos="3686"/>
          <w:tab w:val="left" w:pos="10036"/>
        </w:tabs>
        <w:ind w:right="-29"/>
        <w:jc w:val="center"/>
        <w:rPr>
          <w:sz w:val="28"/>
          <w:szCs w:val="28"/>
        </w:rPr>
      </w:pPr>
      <w:r w:rsidRPr="006B7848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Администрацией </w:t>
      </w:r>
      <w:r w:rsidRPr="00086FDB">
        <w:rPr>
          <w:rFonts w:ascii="Times New Roman" w:hAnsi="Times New Roman" w:cs="Times New Roman"/>
          <w:b/>
          <w:bCs/>
          <w:sz w:val="28"/>
          <w:szCs w:val="28"/>
        </w:rPr>
        <w:t>Войновского сельского поселения, в том числе подведомственны</w:t>
      </w:r>
      <w:r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086FDB">
        <w:rPr>
          <w:rFonts w:ascii="Times New Roman" w:hAnsi="Times New Roman" w:cs="Times New Roman"/>
          <w:b/>
          <w:bCs/>
          <w:sz w:val="28"/>
          <w:szCs w:val="28"/>
        </w:rPr>
        <w:t xml:space="preserve"> ей муниципальны</w:t>
      </w:r>
      <w:r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086FDB">
        <w:rPr>
          <w:rFonts w:ascii="Times New Roman" w:hAnsi="Times New Roman" w:cs="Times New Roman"/>
          <w:b/>
          <w:bCs/>
          <w:sz w:val="28"/>
          <w:szCs w:val="28"/>
        </w:rPr>
        <w:t xml:space="preserve"> бюджетны</w:t>
      </w:r>
      <w:r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086FDB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086FDB">
        <w:rPr>
          <w:rFonts w:ascii="Times New Roman" w:hAnsi="Times New Roman" w:cs="Times New Roman"/>
          <w:b/>
          <w:bCs/>
          <w:sz w:val="28"/>
          <w:szCs w:val="28"/>
        </w:rPr>
        <w:t xml:space="preserve"> к закупаемым отдельным видам товаров, работ, услуг (в том числе предельных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86FDB">
        <w:rPr>
          <w:rFonts w:ascii="Times New Roman" w:hAnsi="Times New Roman" w:cs="Times New Roman"/>
          <w:b/>
          <w:bCs/>
          <w:sz w:val="28"/>
          <w:szCs w:val="28"/>
        </w:rPr>
        <w:t>цен товаров, работ, услуг)</w:t>
      </w:r>
    </w:p>
    <w:p w:rsidR="00F45A7F" w:rsidRPr="00086FDB" w:rsidRDefault="00F45A7F" w:rsidP="00086FDB">
      <w:pPr>
        <w:rPr>
          <w:sz w:val="28"/>
          <w:szCs w:val="28"/>
        </w:rPr>
      </w:pPr>
      <w:r w:rsidRPr="006441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644167">
        <w:rPr>
          <w:sz w:val="28"/>
          <w:szCs w:val="28"/>
          <w:lang w:eastAsia="en-US"/>
        </w:rPr>
        <w:t xml:space="preserve">В соответствии с  частью 5 статьи 19 Федерального закона от 05.04.2013 г. №44-ФЗ «О контрактной системе в сфере закупок товаров, работ, услуг для обеспечения государственных и муниципальных нужд», постановлением </w:t>
      </w:r>
      <w:r>
        <w:rPr>
          <w:sz w:val="28"/>
          <w:szCs w:val="28"/>
          <w:lang w:eastAsia="en-US"/>
        </w:rPr>
        <w:t>Администрации</w:t>
      </w:r>
      <w:r w:rsidRPr="00E1279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Войновского сельского поселения</w:t>
      </w:r>
      <w:r w:rsidRPr="00E1279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от 3</w:t>
      </w:r>
      <w:r w:rsidRPr="00644167">
        <w:rPr>
          <w:sz w:val="28"/>
          <w:szCs w:val="28"/>
        </w:rPr>
        <w:t xml:space="preserve">1.12.2015 № </w:t>
      </w:r>
      <w:r>
        <w:rPr>
          <w:sz w:val="28"/>
          <w:szCs w:val="28"/>
        </w:rPr>
        <w:t>2</w:t>
      </w:r>
      <w:r w:rsidRPr="00644167">
        <w:rPr>
          <w:sz w:val="28"/>
          <w:szCs w:val="28"/>
        </w:rPr>
        <w:t xml:space="preserve">53 </w:t>
      </w:r>
      <w:r w:rsidRPr="00086FDB">
        <w:rPr>
          <w:sz w:val="28"/>
          <w:szCs w:val="28"/>
        </w:rPr>
        <w:t>Об утверждении Правил  определения требований Администрацией Войновского сельского поселения, в том числе подведомственны</w:t>
      </w:r>
      <w:r>
        <w:rPr>
          <w:sz w:val="28"/>
          <w:szCs w:val="28"/>
        </w:rPr>
        <w:t>х</w:t>
      </w:r>
      <w:r w:rsidRPr="00086FDB">
        <w:rPr>
          <w:sz w:val="28"/>
          <w:szCs w:val="28"/>
        </w:rPr>
        <w:t xml:space="preserve"> ей муниципальны</w:t>
      </w:r>
      <w:r>
        <w:rPr>
          <w:sz w:val="28"/>
          <w:szCs w:val="28"/>
        </w:rPr>
        <w:t>х</w:t>
      </w:r>
      <w:r w:rsidRPr="00086FDB">
        <w:rPr>
          <w:sz w:val="28"/>
          <w:szCs w:val="28"/>
        </w:rPr>
        <w:t xml:space="preserve"> бюджетны</w:t>
      </w:r>
      <w:r>
        <w:rPr>
          <w:sz w:val="28"/>
          <w:szCs w:val="28"/>
        </w:rPr>
        <w:t xml:space="preserve">х </w:t>
      </w:r>
      <w:r w:rsidRPr="00086FDB">
        <w:rPr>
          <w:sz w:val="28"/>
          <w:szCs w:val="28"/>
        </w:rPr>
        <w:t>учреждени</w:t>
      </w:r>
      <w:r>
        <w:rPr>
          <w:sz w:val="28"/>
          <w:szCs w:val="28"/>
        </w:rPr>
        <w:t>й</w:t>
      </w:r>
      <w:r w:rsidRPr="00086FDB">
        <w:rPr>
          <w:sz w:val="28"/>
          <w:szCs w:val="28"/>
        </w:rPr>
        <w:t xml:space="preserve"> к закупаемым отдельным видам товаров, работ, услуг (в том числе предельных</w:t>
      </w:r>
      <w:r>
        <w:rPr>
          <w:sz w:val="28"/>
          <w:szCs w:val="28"/>
        </w:rPr>
        <w:t xml:space="preserve"> </w:t>
      </w:r>
      <w:r w:rsidRPr="00086FDB">
        <w:rPr>
          <w:sz w:val="28"/>
          <w:szCs w:val="28"/>
        </w:rPr>
        <w:t>цен товаров, работ, услуг)</w:t>
      </w:r>
      <w:r>
        <w:rPr>
          <w:sz w:val="28"/>
          <w:szCs w:val="28"/>
        </w:rPr>
        <w:t>:</w:t>
      </w:r>
    </w:p>
    <w:p w:rsidR="00F45A7F" w:rsidRPr="00644167" w:rsidRDefault="00F45A7F" w:rsidP="00330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167">
        <w:rPr>
          <w:rFonts w:ascii="Times New Roman" w:hAnsi="Times New Roman" w:cs="Times New Roman"/>
          <w:sz w:val="28"/>
          <w:szCs w:val="28"/>
        </w:rPr>
        <w:t xml:space="preserve">1.  Утвердить прилагаемый перечень отдельных видов товаров, работ, услуг (в том числе предельных цен товаров, работ, услуг), закупаемых Администрацией </w:t>
      </w:r>
      <w:r w:rsidRPr="00086FDB">
        <w:rPr>
          <w:rFonts w:ascii="Times New Roman" w:hAnsi="Times New Roman" w:cs="Times New Roman"/>
          <w:sz w:val="28"/>
          <w:szCs w:val="28"/>
        </w:rPr>
        <w:t>Войновского сельского поселения, в том числе подведомственных ей муниципальных бюджетных учреждений</w:t>
      </w:r>
      <w:r w:rsidRPr="00644167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</w:t>
      </w:r>
      <w:r>
        <w:rPr>
          <w:rFonts w:ascii="Times New Roman" w:hAnsi="Times New Roman" w:cs="Times New Roman"/>
          <w:sz w:val="28"/>
          <w:szCs w:val="28"/>
        </w:rPr>
        <w:t>постановл</w:t>
      </w:r>
      <w:r w:rsidRPr="00644167">
        <w:rPr>
          <w:rFonts w:ascii="Times New Roman" w:hAnsi="Times New Roman" w:cs="Times New Roman"/>
          <w:sz w:val="28"/>
          <w:szCs w:val="28"/>
        </w:rPr>
        <w:t>ению.</w:t>
      </w:r>
    </w:p>
    <w:p w:rsidR="00F45A7F" w:rsidRPr="00644167" w:rsidRDefault="00F45A7F" w:rsidP="00330B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2</w:t>
      </w:r>
      <w:r w:rsidRPr="00644167">
        <w:rPr>
          <w:rFonts w:ascii="Times New Roman" w:hAnsi="Times New Roman" w:cs="Times New Roman"/>
          <w:kern w:val="2"/>
          <w:sz w:val="28"/>
          <w:szCs w:val="28"/>
        </w:rPr>
        <w:t xml:space="preserve">. Разместить настоящее постановление на официальном сайте Администрации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Войновского сельского поселения </w:t>
      </w:r>
      <w:r w:rsidRPr="00644167">
        <w:rPr>
          <w:rFonts w:ascii="Times New Roman" w:hAnsi="Times New Roman" w:cs="Times New Roman"/>
          <w:kern w:val="2"/>
          <w:sz w:val="28"/>
          <w:szCs w:val="28"/>
        </w:rPr>
        <w:t>в информационно-коммуникационной сети «Интернет»</w:t>
      </w:r>
      <w:r w:rsidRPr="00644167">
        <w:rPr>
          <w:rFonts w:ascii="Times New Roman" w:hAnsi="Times New Roman" w:cs="Times New Roman"/>
          <w:sz w:val="28"/>
          <w:szCs w:val="28"/>
        </w:rPr>
        <w:t>.</w:t>
      </w:r>
    </w:p>
    <w:p w:rsidR="00F45A7F" w:rsidRPr="00644167" w:rsidRDefault="00F45A7F" w:rsidP="00330BE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44167">
        <w:rPr>
          <w:rFonts w:ascii="Times New Roman" w:hAnsi="Times New Roman" w:cs="Times New Roman"/>
          <w:sz w:val="28"/>
          <w:szCs w:val="28"/>
        </w:rPr>
        <w:t xml:space="preserve">. Настоящее </w:t>
      </w:r>
      <w:r>
        <w:rPr>
          <w:rFonts w:ascii="Times New Roman" w:hAnsi="Times New Roman" w:cs="Times New Roman"/>
          <w:sz w:val="28"/>
          <w:szCs w:val="28"/>
        </w:rPr>
        <w:t>постановле</w:t>
      </w:r>
      <w:r w:rsidRPr="00644167">
        <w:rPr>
          <w:rFonts w:ascii="Times New Roman" w:hAnsi="Times New Roman" w:cs="Times New Roman"/>
          <w:sz w:val="28"/>
          <w:szCs w:val="28"/>
        </w:rPr>
        <w:t xml:space="preserve">ние </w:t>
      </w:r>
      <w:r w:rsidRPr="00644167">
        <w:rPr>
          <w:rFonts w:ascii="Times New Roman" w:hAnsi="Times New Roman" w:cs="Times New Roman"/>
          <w:color w:val="000000"/>
          <w:sz w:val="28"/>
          <w:szCs w:val="28"/>
        </w:rPr>
        <w:t xml:space="preserve">вступает в силу </w:t>
      </w:r>
      <w:r w:rsidRPr="00644167">
        <w:rPr>
          <w:rFonts w:ascii="Times New Roman" w:hAnsi="Times New Roman" w:cs="Times New Roman"/>
          <w:sz w:val="28"/>
          <w:szCs w:val="28"/>
        </w:rPr>
        <w:t>со дня его подписания.</w:t>
      </w:r>
    </w:p>
    <w:p w:rsidR="00F45A7F" w:rsidRDefault="00F45A7F" w:rsidP="00330B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44167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постановл</w:t>
      </w:r>
      <w:r w:rsidRPr="00644167">
        <w:rPr>
          <w:sz w:val="28"/>
          <w:szCs w:val="28"/>
        </w:rPr>
        <w:t>ения возложить на</w:t>
      </w:r>
      <w:r>
        <w:rPr>
          <w:sz w:val="28"/>
          <w:szCs w:val="28"/>
        </w:rPr>
        <w:t xml:space="preserve"> сектор экономики и финансов (Герасименко Т.И)</w:t>
      </w:r>
      <w:r w:rsidRPr="00644167">
        <w:rPr>
          <w:sz w:val="28"/>
          <w:szCs w:val="28"/>
        </w:rPr>
        <w:t>.</w:t>
      </w:r>
    </w:p>
    <w:p w:rsidR="00F45A7F" w:rsidRDefault="00F45A7F" w:rsidP="00330B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5A7F" w:rsidRDefault="00F45A7F" w:rsidP="00330B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5A7F" w:rsidRPr="00644167" w:rsidRDefault="00F45A7F" w:rsidP="00330B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45A7F" w:rsidRPr="00644167" w:rsidRDefault="00F45A7F" w:rsidP="006E3322">
      <w:pPr>
        <w:suppressAutoHyphens/>
        <w:jc w:val="both"/>
        <w:rPr>
          <w:sz w:val="28"/>
          <w:szCs w:val="28"/>
        </w:rPr>
      </w:pPr>
    </w:p>
    <w:p w:rsidR="00F45A7F" w:rsidRDefault="00F45A7F" w:rsidP="00086FDB">
      <w:pPr>
        <w:rPr>
          <w:sz w:val="28"/>
          <w:szCs w:val="28"/>
        </w:rPr>
      </w:pPr>
      <w:r>
        <w:rPr>
          <w:sz w:val="28"/>
          <w:szCs w:val="28"/>
        </w:rPr>
        <w:t>И.о.</w:t>
      </w:r>
      <w:r w:rsidRPr="00644167">
        <w:rPr>
          <w:sz w:val="28"/>
          <w:szCs w:val="28"/>
        </w:rPr>
        <w:t>Глав</w:t>
      </w:r>
      <w:r>
        <w:rPr>
          <w:sz w:val="28"/>
          <w:szCs w:val="28"/>
        </w:rPr>
        <w:t>ы Администрации</w:t>
      </w:r>
    </w:p>
    <w:p w:rsidR="00F45A7F" w:rsidRPr="00644167" w:rsidRDefault="00F45A7F" w:rsidP="00086FDB">
      <w:pPr>
        <w:rPr>
          <w:sz w:val="28"/>
          <w:szCs w:val="28"/>
        </w:rPr>
      </w:pPr>
      <w:r>
        <w:rPr>
          <w:sz w:val="28"/>
          <w:szCs w:val="28"/>
        </w:rPr>
        <w:t>Войновского сельского поселения                              Т.И.Герасименко</w:t>
      </w:r>
    </w:p>
    <w:p w:rsidR="00F45A7F" w:rsidRPr="00644167" w:rsidRDefault="00F45A7F" w:rsidP="00644167">
      <w:pPr>
        <w:rPr>
          <w:sz w:val="28"/>
          <w:szCs w:val="28"/>
        </w:rPr>
      </w:pPr>
    </w:p>
    <w:p w:rsidR="00F45A7F" w:rsidRPr="00086FDB" w:rsidRDefault="00F45A7F" w:rsidP="00644167">
      <w:pPr>
        <w:pStyle w:val="Default"/>
        <w:tabs>
          <w:tab w:val="left" w:pos="709"/>
        </w:tabs>
        <w:jc w:val="both"/>
        <w:rPr>
          <w:sz w:val="20"/>
          <w:szCs w:val="20"/>
        </w:rPr>
      </w:pPr>
      <w:r w:rsidRPr="00086FDB">
        <w:rPr>
          <w:sz w:val="20"/>
          <w:szCs w:val="20"/>
        </w:rPr>
        <w:t>Постановление вносит:</w:t>
      </w:r>
    </w:p>
    <w:p w:rsidR="00F45A7F" w:rsidRPr="00086FDB" w:rsidRDefault="00F45A7F" w:rsidP="00644167">
      <w:pPr>
        <w:pStyle w:val="Default"/>
        <w:tabs>
          <w:tab w:val="left" w:pos="709"/>
        </w:tabs>
        <w:jc w:val="both"/>
        <w:rPr>
          <w:sz w:val="20"/>
          <w:szCs w:val="20"/>
        </w:rPr>
      </w:pPr>
      <w:r w:rsidRPr="00086FDB">
        <w:rPr>
          <w:sz w:val="20"/>
          <w:szCs w:val="20"/>
        </w:rPr>
        <w:t xml:space="preserve"> сектор экономики и</w:t>
      </w:r>
    </w:p>
    <w:p w:rsidR="00F45A7F" w:rsidRPr="00086FDB" w:rsidRDefault="00F45A7F" w:rsidP="00644167">
      <w:pPr>
        <w:pStyle w:val="Default"/>
        <w:tabs>
          <w:tab w:val="left" w:pos="709"/>
        </w:tabs>
        <w:jc w:val="both"/>
        <w:rPr>
          <w:sz w:val="20"/>
          <w:szCs w:val="20"/>
        </w:rPr>
      </w:pPr>
      <w:r w:rsidRPr="00086FDB">
        <w:rPr>
          <w:sz w:val="20"/>
          <w:szCs w:val="20"/>
        </w:rPr>
        <w:t>финансов</w:t>
      </w:r>
    </w:p>
    <w:p w:rsidR="00F45A7F" w:rsidRPr="00644167" w:rsidRDefault="00F45A7F" w:rsidP="006E3322">
      <w:pPr>
        <w:suppressAutoHyphens/>
        <w:jc w:val="both"/>
        <w:rPr>
          <w:sz w:val="28"/>
          <w:szCs w:val="28"/>
        </w:rPr>
      </w:pPr>
    </w:p>
    <w:sectPr w:rsidR="00F45A7F" w:rsidRPr="00644167" w:rsidSect="008E2038">
      <w:footerReference w:type="default" r:id="rId7"/>
      <w:pgSz w:w="11906" w:h="16838"/>
      <w:pgMar w:top="851" w:right="851" w:bottom="709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A7F" w:rsidRDefault="00F45A7F">
      <w:r>
        <w:separator/>
      </w:r>
    </w:p>
  </w:endnote>
  <w:endnote w:type="continuationSeparator" w:id="0">
    <w:p w:rsidR="00F45A7F" w:rsidRDefault="00F45A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A7F" w:rsidRDefault="00F45A7F" w:rsidP="005C7D5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45A7F" w:rsidRDefault="00F45A7F" w:rsidP="00F2506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A7F" w:rsidRDefault="00F45A7F">
      <w:r>
        <w:separator/>
      </w:r>
    </w:p>
  </w:footnote>
  <w:footnote w:type="continuationSeparator" w:id="0">
    <w:p w:rsidR="00F45A7F" w:rsidRDefault="00F45A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136A9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96672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D2650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A20D3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9E2D6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4A2C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7A4B2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F84F6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2439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F4E26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F8778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8A376EC"/>
    <w:multiLevelType w:val="hybridMultilevel"/>
    <w:tmpl w:val="1A06CDBA"/>
    <w:lvl w:ilvl="0" w:tplc="54FE1EF4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C82E3586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B8CAD4D4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5E9017B6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237A5D00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3B1CFD4A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B39CE814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C53C3C2A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7D464228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2">
    <w:nsid w:val="0E4D3F8B"/>
    <w:multiLevelType w:val="hybridMultilevel"/>
    <w:tmpl w:val="C0BA5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386387F"/>
    <w:multiLevelType w:val="multilevel"/>
    <w:tmpl w:val="2A963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8ED0346"/>
    <w:multiLevelType w:val="hybridMultilevel"/>
    <w:tmpl w:val="D96491EA"/>
    <w:lvl w:ilvl="0" w:tplc="17F09412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  <w:rPr>
        <w:rFonts w:cs="Times New Roman"/>
      </w:rPr>
    </w:lvl>
  </w:abstractNum>
  <w:abstractNum w:abstractNumId="15">
    <w:nsid w:val="19CE3A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6">
    <w:nsid w:val="1AD354EE"/>
    <w:multiLevelType w:val="multilevel"/>
    <w:tmpl w:val="DCA41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CE5356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64A123D"/>
    <w:multiLevelType w:val="hybridMultilevel"/>
    <w:tmpl w:val="9DBE02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9A6057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CF6252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17E63FE"/>
    <w:multiLevelType w:val="hybridMultilevel"/>
    <w:tmpl w:val="C38EA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19E2F4E"/>
    <w:multiLevelType w:val="multilevel"/>
    <w:tmpl w:val="F19A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98439EA"/>
    <w:multiLevelType w:val="hybridMultilevel"/>
    <w:tmpl w:val="52B2CA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DA2614"/>
    <w:multiLevelType w:val="hybridMultilevel"/>
    <w:tmpl w:val="7E424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7E5CD5"/>
    <w:multiLevelType w:val="multilevel"/>
    <w:tmpl w:val="69009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7365B7"/>
    <w:multiLevelType w:val="multilevel"/>
    <w:tmpl w:val="38848E54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950" w:hanging="600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0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80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9180" w:hanging="2160"/>
      </w:pPr>
      <w:rPr>
        <w:rFonts w:cs="Times New Roman" w:hint="default"/>
      </w:rPr>
    </w:lvl>
  </w:abstractNum>
  <w:abstractNum w:abstractNumId="27">
    <w:nsid w:val="49A80350"/>
    <w:multiLevelType w:val="multilevel"/>
    <w:tmpl w:val="898AF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7374E0"/>
    <w:multiLevelType w:val="hybridMultilevel"/>
    <w:tmpl w:val="6C6A7DFC"/>
    <w:lvl w:ilvl="0" w:tplc="04190001">
      <w:start w:val="1"/>
      <w:numFmt w:val="bullet"/>
      <w:lvlText w:val=""/>
      <w:lvlJc w:val="left"/>
      <w:pPr>
        <w:tabs>
          <w:tab w:val="num" w:pos="552"/>
        </w:tabs>
        <w:ind w:left="5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72"/>
        </w:tabs>
        <w:ind w:left="127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92"/>
        </w:tabs>
        <w:ind w:left="19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12"/>
        </w:tabs>
        <w:ind w:left="27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32"/>
        </w:tabs>
        <w:ind w:left="343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52"/>
        </w:tabs>
        <w:ind w:left="41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72"/>
        </w:tabs>
        <w:ind w:left="48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92"/>
        </w:tabs>
        <w:ind w:left="559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12"/>
        </w:tabs>
        <w:ind w:left="6312" w:hanging="360"/>
      </w:pPr>
      <w:rPr>
        <w:rFonts w:ascii="Wingdings" w:hAnsi="Wingdings" w:hint="default"/>
      </w:rPr>
    </w:lvl>
  </w:abstractNum>
  <w:abstractNum w:abstractNumId="29">
    <w:nsid w:val="504C4126"/>
    <w:multiLevelType w:val="hybridMultilevel"/>
    <w:tmpl w:val="27E623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66B0E8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8F62782"/>
    <w:multiLevelType w:val="multilevel"/>
    <w:tmpl w:val="5972FDFC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67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3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248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2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5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824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776" w:hanging="2160"/>
      </w:pPr>
      <w:rPr>
        <w:rFonts w:cs="Times New Roman" w:hint="default"/>
      </w:rPr>
    </w:lvl>
  </w:abstractNum>
  <w:abstractNum w:abstractNumId="32">
    <w:nsid w:val="59350C2E"/>
    <w:multiLevelType w:val="hybridMultilevel"/>
    <w:tmpl w:val="197AD050"/>
    <w:lvl w:ilvl="0" w:tplc="B1547B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736C44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007D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8CEB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22A04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B8477C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B407E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0D0BE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8B2776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9B82008"/>
    <w:multiLevelType w:val="hybridMultilevel"/>
    <w:tmpl w:val="069271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C9508FD"/>
    <w:multiLevelType w:val="hybridMultilevel"/>
    <w:tmpl w:val="EB3CFF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F267A49"/>
    <w:multiLevelType w:val="hybridMultilevel"/>
    <w:tmpl w:val="36B05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15842D9"/>
    <w:multiLevelType w:val="hybridMultilevel"/>
    <w:tmpl w:val="FE7EC8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375404D"/>
    <w:multiLevelType w:val="hybridMultilevel"/>
    <w:tmpl w:val="5712B0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59974BD"/>
    <w:multiLevelType w:val="multilevel"/>
    <w:tmpl w:val="98D0FE4E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abstractNum w:abstractNumId="39">
    <w:nsid w:val="66B275A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69860657"/>
    <w:multiLevelType w:val="multilevel"/>
    <w:tmpl w:val="DDF21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AF63A10"/>
    <w:multiLevelType w:val="hybridMultilevel"/>
    <w:tmpl w:val="83ACC2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B45754D"/>
    <w:multiLevelType w:val="multilevel"/>
    <w:tmpl w:val="B9C69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BBF3C3E"/>
    <w:multiLevelType w:val="multilevel"/>
    <w:tmpl w:val="83364C8E"/>
    <w:lvl w:ilvl="0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05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0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2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0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180" w:hanging="2160"/>
      </w:pPr>
      <w:rPr>
        <w:rFonts w:cs="Times New Roman" w:hint="default"/>
      </w:rPr>
    </w:lvl>
  </w:abstractNum>
  <w:abstractNum w:abstractNumId="44">
    <w:nsid w:val="6C5F426F"/>
    <w:multiLevelType w:val="hybridMultilevel"/>
    <w:tmpl w:val="D30E73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CE60D03"/>
    <w:multiLevelType w:val="hybridMultilevel"/>
    <w:tmpl w:val="233E7B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E4226DA"/>
    <w:multiLevelType w:val="hybridMultilevel"/>
    <w:tmpl w:val="DF3CBB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E550DCF"/>
    <w:multiLevelType w:val="multilevel"/>
    <w:tmpl w:val="5972FDFC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67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3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248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2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5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824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776" w:hanging="2160"/>
      </w:pPr>
      <w:rPr>
        <w:rFonts w:cs="Times New Roman" w:hint="default"/>
      </w:rPr>
    </w:lvl>
  </w:abstractNum>
  <w:abstractNum w:abstractNumId="48">
    <w:nsid w:val="715B02F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7331659F"/>
    <w:multiLevelType w:val="multilevel"/>
    <w:tmpl w:val="BE94E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11"/>
  </w:num>
  <w:num w:numId="3">
    <w:abstractNumId w:val="15"/>
  </w:num>
  <w:num w:numId="4">
    <w:abstractNumId w:val="20"/>
  </w:num>
  <w:num w:numId="5">
    <w:abstractNumId w:val="17"/>
  </w:num>
  <w:num w:numId="6">
    <w:abstractNumId w:val="39"/>
  </w:num>
  <w:num w:numId="7">
    <w:abstractNumId w:val="10"/>
  </w:num>
  <w:num w:numId="8">
    <w:abstractNumId w:val="48"/>
  </w:num>
  <w:num w:numId="9">
    <w:abstractNumId w:val="19"/>
  </w:num>
  <w:num w:numId="10">
    <w:abstractNumId w:val="30"/>
  </w:num>
  <w:num w:numId="11">
    <w:abstractNumId w:val="44"/>
  </w:num>
  <w:num w:numId="12">
    <w:abstractNumId w:val="33"/>
  </w:num>
  <w:num w:numId="13">
    <w:abstractNumId w:val="28"/>
  </w:num>
  <w:num w:numId="14">
    <w:abstractNumId w:val="23"/>
  </w:num>
  <w:num w:numId="15">
    <w:abstractNumId w:val="35"/>
  </w:num>
  <w:num w:numId="16">
    <w:abstractNumId w:val="46"/>
  </w:num>
  <w:num w:numId="17">
    <w:abstractNumId w:val="12"/>
  </w:num>
  <w:num w:numId="18">
    <w:abstractNumId w:val="36"/>
  </w:num>
  <w:num w:numId="19">
    <w:abstractNumId w:val="45"/>
  </w:num>
  <w:num w:numId="20">
    <w:abstractNumId w:val="18"/>
  </w:num>
  <w:num w:numId="21">
    <w:abstractNumId w:val="34"/>
  </w:num>
  <w:num w:numId="22">
    <w:abstractNumId w:val="21"/>
  </w:num>
  <w:num w:numId="23">
    <w:abstractNumId w:val="37"/>
  </w:num>
  <w:num w:numId="24">
    <w:abstractNumId w:val="29"/>
  </w:num>
  <w:num w:numId="25">
    <w:abstractNumId w:val="24"/>
  </w:num>
  <w:num w:numId="26">
    <w:abstractNumId w:val="41"/>
  </w:num>
  <w:num w:numId="27">
    <w:abstractNumId w:val="40"/>
  </w:num>
  <w:num w:numId="28">
    <w:abstractNumId w:val="25"/>
  </w:num>
  <w:num w:numId="29">
    <w:abstractNumId w:val="42"/>
  </w:num>
  <w:num w:numId="30">
    <w:abstractNumId w:val="49"/>
  </w:num>
  <w:num w:numId="31">
    <w:abstractNumId w:val="22"/>
  </w:num>
  <w:num w:numId="32">
    <w:abstractNumId w:val="27"/>
  </w:num>
  <w:num w:numId="33">
    <w:abstractNumId w:val="13"/>
  </w:num>
  <w:num w:numId="34">
    <w:abstractNumId w:val="16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  <w:num w:numId="45">
    <w:abstractNumId w:val="14"/>
  </w:num>
  <w:num w:numId="46">
    <w:abstractNumId w:val="43"/>
  </w:num>
  <w:num w:numId="47">
    <w:abstractNumId w:val="31"/>
  </w:num>
  <w:num w:numId="48">
    <w:abstractNumId w:val="47"/>
  </w:num>
  <w:num w:numId="49">
    <w:abstractNumId w:val="26"/>
  </w:num>
  <w:num w:numId="50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715F"/>
    <w:rsid w:val="000003CC"/>
    <w:rsid w:val="00000536"/>
    <w:rsid w:val="00000E33"/>
    <w:rsid w:val="00001FDF"/>
    <w:rsid w:val="000043D4"/>
    <w:rsid w:val="0000588E"/>
    <w:rsid w:val="00011722"/>
    <w:rsid w:val="000120FA"/>
    <w:rsid w:val="000127CE"/>
    <w:rsid w:val="00016D85"/>
    <w:rsid w:val="000206E7"/>
    <w:rsid w:val="0002197B"/>
    <w:rsid w:val="000353EB"/>
    <w:rsid w:val="00035A19"/>
    <w:rsid w:val="00036328"/>
    <w:rsid w:val="00036F01"/>
    <w:rsid w:val="00040A93"/>
    <w:rsid w:val="00040EFF"/>
    <w:rsid w:val="0004187D"/>
    <w:rsid w:val="00042EEC"/>
    <w:rsid w:val="00044D49"/>
    <w:rsid w:val="00045A7A"/>
    <w:rsid w:val="00046387"/>
    <w:rsid w:val="00050E48"/>
    <w:rsid w:val="000516BF"/>
    <w:rsid w:val="00055D1F"/>
    <w:rsid w:val="00056A6D"/>
    <w:rsid w:val="00060E45"/>
    <w:rsid w:val="000627D7"/>
    <w:rsid w:val="00062EA2"/>
    <w:rsid w:val="00064AF6"/>
    <w:rsid w:val="000667F6"/>
    <w:rsid w:val="00072C50"/>
    <w:rsid w:val="00072DF0"/>
    <w:rsid w:val="00073060"/>
    <w:rsid w:val="000738C7"/>
    <w:rsid w:val="000749D8"/>
    <w:rsid w:val="0007661B"/>
    <w:rsid w:val="000823D2"/>
    <w:rsid w:val="000824AA"/>
    <w:rsid w:val="00084580"/>
    <w:rsid w:val="00085A31"/>
    <w:rsid w:val="00085EE7"/>
    <w:rsid w:val="000864E5"/>
    <w:rsid w:val="00086824"/>
    <w:rsid w:val="00086FDB"/>
    <w:rsid w:val="000901BA"/>
    <w:rsid w:val="0009139D"/>
    <w:rsid w:val="0009150C"/>
    <w:rsid w:val="000A062D"/>
    <w:rsid w:val="000A1915"/>
    <w:rsid w:val="000A268E"/>
    <w:rsid w:val="000A3ACE"/>
    <w:rsid w:val="000A3F8B"/>
    <w:rsid w:val="000A519F"/>
    <w:rsid w:val="000B322D"/>
    <w:rsid w:val="000B43D2"/>
    <w:rsid w:val="000B5371"/>
    <w:rsid w:val="000B639B"/>
    <w:rsid w:val="000B6881"/>
    <w:rsid w:val="000C05BC"/>
    <w:rsid w:val="000C4536"/>
    <w:rsid w:val="000C51F8"/>
    <w:rsid w:val="000D2CEA"/>
    <w:rsid w:val="000D5148"/>
    <w:rsid w:val="000D5F82"/>
    <w:rsid w:val="000E1845"/>
    <w:rsid w:val="000E2F68"/>
    <w:rsid w:val="000E3935"/>
    <w:rsid w:val="000E5282"/>
    <w:rsid w:val="000E6017"/>
    <w:rsid w:val="000E6EBF"/>
    <w:rsid w:val="000F0469"/>
    <w:rsid w:val="000F2023"/>
    <w:rsid w:val="000F2D0F"/>
    <w:rsid w:val="000F4E6A"/>
    <w:rsid w:val="0010167A"/>
    <w:rsid w:val="00102F1E"/>
    <w:rsid w:val="00104C28"/>
    <w:rsid w:val="00104C38"/>
    <w:rsid w:val="001077B3"/>
    <w:rsid w:val="0011036D"/>
    <w:rsid w:val="00112A94"/>
    <w:rsid w:val="001150BD"/>
    <w:rsid w:val="00115522"/>
    <w:rsid w:val="00122C98"/>
    <w:rsid w:val="0012492D"/>
    <w:rsid w:val="00124BFA"/>
    <w:rsid w:val="00124D43"/>
    <w:rsid w:val="00126012"/>
    <w:rsid w:val="001301C4"/>
    <w:rsid w:val="00132D1B"/>
    <w:rsid w:val="0013405D"/>
    <w:rsid w:val="00134541"/>
    <w:rsid w:val="00134B6E"/>
    <w:rsid w:val="00140574"/>
    <w:rsid w:val="00141473"/>
    <w:rsid w:val="00143722"/>
    <w:rsid w:val="00143FA8"/>
    <w:rsid w:val="00144802"/>
    <w:rsid w:val="00146769"/>
    <w:rsid w:val="00147689"/>
    <w:rsid w:val="00150319"/>
    <w:rsid w:val="00150C2C"/>
    <w:rsid w:val="0015123D"/>
    <w:rsid w:val="001512AA"/>
    <w:rsid w:val="001512BA"/>
    <w:rsid w:val="00153630"/>
    <w:rsid w:val="001541E3"/>
    <w:rsid w:val="00155A5B"/>
    <w:rsid w:val="001605EA"/>
    <w:rsid w:val="00160A26"/>
    <w:rsid w:val="00161265"/>
    <w:rsid w:val="0016141A"/>
    <w:rsid w:val="00162422"/>
    <w:rsid w:val="00163D75"/>
    <w:rsid w:val="00165C07"/>
    <w:rsid w:val="00166F7F"/>
    <w:rsid w:val="00167CD8"/>
    <w:rsid w:val="00171BFD"/>
    <w:rsid w:val="00171CB5"/>
    <w:rsid w:val="001762CA"/>
    <w:rsid w:val="00177FF5"/>
    <w:rsid w:val="0018000A"/>
    <w:rsid w:val="00183D4A"/>
    <w:rsid w:val="001847D8"/>
    <w:rsid w:val="001868DB"/>
    <w:rsid w:val="001874C8"/>
    <w:rsid w:val="00190B90"/>
    <w:rsid w:val="00190C56"/>
    <w:rsid w:val="00190F65"/>
    <w:rsid w:val="00191304"/>
    <w:rsid w:val="001930AD"/>
    <w:rsid w:val="0019517D"/>
    <w:rsid w:val="001A26BD"/>
    <w:rsid w:val="001A3A1F"/>
    <w:rsid w:val="001A3FD2"/>
    <w:rsid w:val="001A41DD"/>
    <w:rsid w:val="001A7CED"/>
    <w:rsid w:val="001B0BB5"/>
    <w:rsid w:val="001B38B2"/>
    <w:rsid w:val="001B393A"/>
    <w:rsid w:val="001B435F"/>
    <w:rsid w:val="001B5F88"/>
    <w:rsid w:val="001C2A4E"/>
    <w:rsid w:val="001C2AD5"/>
    <w:rsid w:val="001C3337"/>
    <w:rsid w:val="001C677E"/>
    <w:rsid w:val="001C67C3"/>
    <w:rsid w:val="001C70D0"/>
    <w:rsid w:val="001C75CE"/>
    <w:rsid w:val="001D34D6"/>
    <w:rsid w:val="001E1FF7"/>
    <w:rsid w:val="001E3DF0"/>
    <w:rsid w:val="001E444B"/>
    <w:rsid w:val="001E64D0"/>
    <w:rsid w:val="001F106E"/>
    <w:rsid w:val="001F1A99"/>
    <w:rsid w:val="00202EC8"/>
    <w:rsid w:val="00210C53"/>
    <w:rsid w:val="00213EBE"/>
    <w:rsid w:val="002143E4"/>
    <w:rsid w:val="0021573A"/>
    <w:rsid w:val="002246C1"/>
    <w:rsid w:val="00226F9A"/>
    <w:rsid w:val="0022700D"/>
    <w:rsid w:val="00232261"/>
    <w:rsid w:val="002356E8"/>
    <w:rsid w:val="00235D2B"/>
    <w:rsid w:val="00236D14"/>
    <w:rsid w:val="00242AB8"/>
    <w:rsid w:val="00242C08"/>
    <w:rsid w:val="00244CB1"/>
    <w:rsid w:val="002455CC"/>
    <w:rsid w:val="00251BA2"/>
    <w:rsid w:val="0025315B"/>
    <w:rsid w:val="00255F8D"/>
    <w:rsid w:val="00267242"/>
    <w:rsid w:val="0026751F"/>
    <w:rsid w:val="002677A8"/>
    <w:rsid w:val="00272ADC"/>
    <w:rsid w:val="002730E8"/>
    <w:rsid w:val="00274B36"/>
    <w:rsid w:val="00275162"/>
    <w:rsid w:val="00276B1F"/>
    <w:rsid w:val="00276ED0"/>
    <w:rsid w:val="00281148"/>
    <w:rsid w:val="0028628F"/>
    <w:rsid w:val="0028731E"/>
    <w:rsid w:val="00287483"/>
    <w:rsid w:val="0028770A"/>
    <w:rsid w:val="00287804"/>
    <w:rsid w:val="002906F3"/>
    <w:rsid w:val="00291958"/>
    <w:rsid w:val="00291DAF"/>
    <w:rsid w:val="002943BB"/>
    <w:rsid w:val="0029665A"/>
    <w:rsid w:val="002A0327"/>
    <w:rsid w:val="002A3B44"/>
    <w:rsid w:val="002A4E94"/>
    <w:rsid w:val="002B1036"/>
    <w:rsid w:val="002B2350"/>
    <w:rsid w:val="002B4E13"/>
    <w:rsid w:val="002B4EBD"/>
    <w:rsid w:val="002B60ED"/>
    <w:rsid w:val="002B630B"/>
    <w:rsid w:val="002B68D5"/>
    <w:rsid w:val="002C0C6A"/>
    <w:rsid w:val="002C0FDE"/>
    <w:rsid w:val="002C1682"/>
    <w:rsid w:val="002C1D20"/>
    <w:rsid w:val="002C202E"/>
    <w:rsid w:val="002C6C3C"/>
    <w:rsid w:val="002D1268"/>
    <w:rsid w:val="002D295B"/>
    <w:rsid w:val="002D6C4B"/>
    <w:rsid w:val="002E1292"/>
    <w:rsid w:val="002E1E8A"/>
    <w:rsid w:val="002E49B0"/>
    <w:rsid w:val="002E5B29"/>
    <w:rsid w:val="002E5C9A"/>
    <w:rsid w:val="002E63FB"/>
    <w:rsid w:val="002E7992"/>
    <w:rsid w:val="002F06F4"/>
    <w:rsid w:val="002F31B7"/>
    <w:rsid w:val="002F32FA"/>
    <w:rsid w:val="002F430F"/>
    <w:rsid w:val="002F4C5B"/>
    <w:rsid w:val="002F793F"/>
    <w:rsid w:val="0030358B"/>
    <w:rsid w:val="0030614F"/>
    <w:rsid w:val="0030792D"/>
    <w:rsid w:val="0031159D"/>
    <w:rsid w:val="003123F2"/>
    <w:rsid w:val="00312D53"/>
    <w:rsid w:val="00313EB1"/>
    <w:rsid w:val="003155B1"/>
    <w:rsid w:val="00317C15"/>
    <w:rsid w:val="00321CAD"/>
    <w:rsid w:val="00325F6E"/>
    <w:rsid w:val="00327E3E"/>
    <w:rsid w:val="00330BE3"/>
    <w:rsid w:val="00331215"/>
    <w:rsid w:val="00331636"/>
    <w:rsid w:val="0033192E"/>
    <w:rsid w:val="00332EE4"/>
    <w:rsid w:val="00332FD1"/>
    <w:rsid w:val="003346F9"/>
    <w:rsid w:val="0033541D"/>
    <w:rsid w:val="0033667F"/>
    <w:rsid w:val="0034126D"/>
    <w:rsid w:val="00341D4E"/>
    <w:rsid w:val="00342A33"/>
    <w:rsid w:val="00342FC2"/>
    <w:rsid w:val="003477CE"/>
    <w:rsid w:val="00351A43"/>
    <w:rsid w:val="00352601"/>
    <w:rsid w:val="0035359D"/>
    <w:rsid w:val="00360897"/>
    <w:rsid w:val="0036104D"/>
    <w:rsid w:val="00361215"/>
    <w:rsid w:val="00361FAC"/>
    <w:rsid w:val="00363E42"/>
    <w:rsid w:val="00364FA0"/>
    <w:rsid w:val="0036524E"/>
    <w:rsid w:val="00365BC4"/>
    <w:rsid w:val="00367073"/>
    <w:rsid w:val="0037278F"/>
    <w:rsid w:val="0037618F"/>
    <w:rsid w:val="00376D89"/>
    <w:rsid w:val="00381317"/>
    <w:rsid w:val="0038155C"/>
    <w:rsid w:val="00381AE5"/>
    <w:rsid w:val="0038478F"/>
    <w:rsid w:val="00391B62"/>
    <w:rsid w:val="00391CD7"/>
    <w:rsid w:val="00392BF0"/>
    <w:rsid w:val="003977AF"/>
    <w:rsid w:val="003A47F7"/>
    <w:rsid w:val="003A785C"/>
    <w:rsid w:val="003B2F15"/>
    <w:rsid w:val="003B4655"/>
    <w:rsid w:val="003B6402"/>
    <w:rsid w:val="003C2F1E"/>
    <w:rsid w:val="003C4B28"/>
    <w:rsid w:val="003D0ED4"/>
    <w:rsid w:val="003D3B74"/>
    <w:rsid w:val="003D61CA"/>
    <w:rsid w:val="003D633D"/>
    <w:rsid w:val="003D77AD"/>
    <w:rsid w:val="003D7FC1"/>
    <w:rsid w:val="003E18B9"/>
    <w:rsid w:val="003E711D"/>
    <w:rsid w:val="003F0765"/>
    <w:rsid w:val="003F3497"/>
    <w:rsid w:val="003F4677"/>
    <w:rsid w:val="003F5B3D"/>
    <w:rsid w:val="00400127"/>
    <w:rsid w:val="004022E8"/>
    <w:rsid w:val="004047A8"/>
    <w:rsid w:val="004071AB"/>
    <w:rsid w:val="00412AF4"/>
    <w:rsid w:val="00413DE1"/>
    <w:rsid w:val="00414E14"/>
    <w:rsid w:val="0041578A"/>
    <w:rsid w:val="00415B55"/>
    <w:rsid w:val="00417DBF"/>
    <w:rsid w:val="00420041"/>
    <w:rsid w:val="004200AE"/>
    <w:rsid w:val="004221B7"/>
    <w:rsid w:val="00422673"/>
    <w:rsid w:val="00422B5E"/>
    <w:rsid w:val="00424315"/>
    <w:rsid w:val="004269F9"/>
    <w:rsid w:val="00427054"/>
    <w:rsid w:val="00430A17"/>
    <w:rsid w:val="004327F0"/>
    <w:rsid w:val="004329FA"/>
    <w:rsid w:val="00435E67"/>
    <w:rsid w:val="00436057"/>
    <w:rsid w:val="00437CE8"/>
    <w:rsid w:val="004406E7"/>
    <w:rsid w:val="00440DE3"/>
    <w:rsid w:val="00443B35"/>
    <w:rsid w:val="00444E8F"/>
    <w:rsid w:val="00445047"/>
    <w:rsid w:val="00451202"/>
    <w:rsid w:val="00451E9A"/>
    <w:rsid w:val="00453853"/>
    <w:rsid w:val="00456B6E"/>
    <w:rsid w:val="00457392"/>
    <w:rsid w:val="0046498A"/>
    <w:rsid w:val="00464D52"/>
    <w:rsid w:val="004655B8"/>
    <w:rsid w:val="004660E5"/>
    <w:rsid w:val="0047235A"/>
    <w:rsid w:val="00482E43"/>
    <w:rsid w:val="00483521"/>
    <w:rsid w:val="00484105"/>
    <w:rsid w:val="00486494"/>
    <w:rsid w:val="00486579"/>
    <w:rsid w:val="00487C1C"/>
    <w:rsid w:val="00492EE2"/>
    <w:rsid w:val="00493C15"/>
    <w:rsid w:val="004978C0"/>
    <w:rsid w:val="00497B18"/>
    <w:rsid w:val="004A6C76"/>
    <w:rsid w:val="004A6E22"/>
    <w:rsid w:val="004A7590"/>
    <w:rsid w:val="004B24D5"/>
    <w:rsid w:val="004B38B8"/>
    <w:rsid w:val="004B7BFA"/>
    <w:rsid w:val="004C0A2D"/>
    <w:rsid w:val="004C140A"/>
    <w:rsid w:val="004C19EB"/>
    <w:rsid w:val="004C3223"/>
    <w:rsid w:val="004C3B2E"/>
    <w:rsid w:val="004C4ED4"/>
    <w:rsid w:val="004C4F55"/>
    <w:rsid w:val="004D1DEA"/>
    <w:rsid w:val="004D2D83"/>
    <w:rsid w:val="004D7C2C"/>
    <w:rsid w:val="004E32C6"/>
    <w:rsid w:val="004E3CEE"/>
    <w:rsid w:val="004E47BE"/>
    <w:rsid w:val="004E550C"/>
    <w:rsid w:val="004E6EA7"/>
    <w:rsid w:val="004E74C8"/>
    <w:rsid w:val="004F056C"/>
    <w:rsid w:val="004F19B5"/>
    <w:rsid w:val="004F244D"/>
    <w:rsid w:val="004F38CF"/>
    <w:rsid w:val="004F3F90"/>
    <w:rsid w:val="004F3FBC"/>
    <w:rsid w:val="004F6387"/>
    <w:rsid w:val="004F7821"/>
    <w:rsid w:val="0050266B"/>
    <w:rsid w:val="00502F6C"/>
    <w:rsid w:val="00502FC3"/>
    <w:rsid w:val="005033ED"/>
    <w:rsid w:val="00503595"/>
    <w:rsid w:val="00503822"/>
    <w:rsid w:val="005118F2"/>
    <w:rsid w:val="00511BB5"/>
    <w:rsid w:val="0051353C"/>
    <w:rsid w:val="00514DB4"/>
    <w:rsid w:val="00515CCB"/>
    <w:rsid w:val="00516575"/>
    <w:rsid w:val="0051740D"/>
    <w:rsid w:val="005215EF"/>
    <w:rsid w:val="00522BD9"/>
    <w:rsid w:val="00523351"/>
    <w:rsid w:val="005247C3"/>
    <w:rsid w:val="005248AD"/>
    <w:rsid w:val="00525910"/>
    <w:rsid w:val="00526BEF"/>
    <w:rsid w:val="005270E8"/>
    <w:rsid w:val="00530278"/>
    <w:rsid w:val="0053046C"/>
    <w:rsid w:val="0053714F"/>
    <w:rsid w:val="005412FD"/>
    <w:rsid w:val="005426DD"/>
    <w:rsid w:val="00544208"/>
    <w:rsid w:val="005469D5"/>
    <w:rsid w:val="00553A19"/>
    <w:rsid w:val="005559FA"/>
    <w:rsid w:val="00555E74"/>
    <w:rsid w:val="00556206"/>
    <w:rsid w:val="005570DD"/>
    <w:rsid w:val="0056037F"/>
    <w:rsid w:val="00564222"/>
    <w:rsid w:val="00564F59"/>
    <w:rsid w:val="00565F7F"/>
    <w:rsid w:val="0056675E"/>
    <w:rsid w:val="00566BE0"/>
    <w:rsid w:val="00567E46"/>
    <w:rsid w:val="005713B6"/>
    <w:rsid w:val="00574809"/>
    <w:rsid w:val="00575D27"/>
    <w:rsid w:val="00581648"/>
    <w:rsid w:val="005842EB"/>
    <w:rsid w:val="00584CB7"/>
    <w:rsid w:val="00584E59"/>
    <w:rsid w:val="00585EE0"/>
    <w:rsid w:val="005918DD"/>
    <w:rsid w:val="00593A78"/>
    <w:rsid w:val="00594C29"/>
    <w:rsid w:val="005A1467"/>
    <w:rsid w:val="005A7152"/>
    <w:rsid w:val="005B015F"/>
    <w:rsid w:val="005B3BFE"/>
    <w:rsid w:val="005C10F5"/>
    <w:rsid w:val="005C1434"/>
    <w:rsid w:val="005C1844"/>
    <w:rsid w:val="005C3D97"/>
    <w:rsid w:val="005C47B4"/>
    <w:rsid w:val="005C5025"/>
    <w:rsid w:val="005C6BF0"/>
    <w:rsid w:val="005C7D58"/>
    <w:rsid w:val="005C7F51"/>
    <w:rsid w:val="005D1A0D"/>
    <w:rsid w:val="005D3872"/>
    <w:rsid w:val="005D4505"/>
    <w:rsid w:val="005D5970"/>
    <w:rsid w:val="005D59B3"/>
    <w:rsid w:val="005E0B5F"/>
    <w:rsid w:val="005E14C0"/>
    <w:rsid w:val="005E46BB"/>
    <w:rsid w:val="005E4F64"/>
    <w:rsid w:val="005F03CE"/>
    <w:rsid w:val="005F2A66"/>
    <w:rsid w:val="005F5093"/>
    <w:rsid w:val="005F7EE0"/>
    <w:rsid w:val="00601DF6"/>
    <w:rsid w:val="00602904"/>
    <w:rsid w:val="00603DC7"/>
    <w:rsid w:val="00604A21"/>
    <w:rsid w:val="00605D03"/>
    <w:rsid w:val="00616317"/>
    <w:rsid w:val="0061769D"/>
    <w:rsid w:val="00620800"/>
    <w:rsid w:val="006230A2"/>
    <w:rsid w:val="006249F8"/>
    <w:rsid w:val="00625A0B"/>
    <w:rsid w:val="0062601A"/>
    <w:rsid w:val="0063074D"/>
    <w:rsid w:val="0063095F"/>
    <w:rsid w:val="006309AB"/>
    <w:rsid w:val="006311DB"/>
    <w:rsid w:val="00632510"/>
    <w:rsid w:val="0063256B"/>
    <w:rsid w:val="0063369F"/>
    <w:rsid w:val="00634195"/>
    <w:rsid w:val="00644167"/>
    <w:rsid w:val="00647533"/>
    <w:rsid w:val="00650050"/>
    <w:rsid w:val="0065032D"/>
    <w:rsid w:val="006538A1"/>
    <w:rsid w:val="00653C67"/>
    <w:rsid w:val="006544A2"/>
    <w:rsid w:val="00656DAD"/>
    <w:rsid w:val="0065723C"/>
    <w:rsid w:val="006578C7"/>
    <w:rsid w:val="00662E1D"/>
    <w:rsid w:val="00663CDA"/>
    <w:rsid w:val="0066601A"/>
    <w:rsid w:val="0067015F"/>
    <w:rsid w:val="00670606"/>
    <w:rsid w:val="0067289C"/>
    <w:rsid w:val="00674794"/>
    <w:rsid w:val="00674E88"/>
    <w:rsid w:val="0067603A"/>
    <w:rsid w:val="00676D32"/>
    <w:rsid w:val="006773CA"/>
    <w:rsid w:val="00681BF4"/>
    <w:rsid w:val="00681C0A"/>
    <w:rsid w:val="00686591"/>
    <w:rsid w:val="0069015B"/>
    <w:rsid w:val="006910D7"/>
    <w:rsid w:val="00694A12"/>
    <w:rsid w:val="0069583E"/>
    <w:rsid w:val="006A1285"/>
    <w:rsid w:val="006A1A4E"/>
    <w:rsid w:val="006A3866"/>
    <w:rsid w:val="006A6C74"/>
    <w:rsid w:val="006A6FAA"/>
    <w:rsid w:val="006B1BC5"/>
    <w:rsid w:val="006B43DD"/>
    <w:rsid w:val="006B7848"/>
    <w:rsid w:val="006C437E"/>
    <w:rsid w:val="006C52A2"/>
    <w:rsid w:val="006C592F"/>
    <w:rsid w:val="006C6FEC"/>
    <w:rsid w:val="006D0E06"/>
    <w:rsid w:val="006D1877"/>
    <w:rsid w:val="006D1D89"/>
    <w:rsid w:val="006D2C12"/>
    <w:rsid w:val="006D3DB4"/>
    <w:rsid w:val="006D4338"/>
    <w:rsid w:val="006E1951"/>
    <w:rsid w:val="006E3322"/>
    <w:rsid w:val="006E365F"/>
    <w:rsid w:val="006E488C"/>
    <w:rsid w:val="006E693E"/>
    <w:rsid w:val="006F0D19"/>
    <w:rsid w:val="006F2882"/>
    <w:rsid w:val="006F313F"/>
    <w:rsid w:val="006F7A21"/>
    <w:rsid w:val="00702D29"/>
    <w:rsid w:val="00703FDE"/>
    <w:rsid w:val="00705C20"/>
    <w:rsid w:val="00705E2C"/>
    <w:rsid w:val="00707420"/>
    <w:rsid w:val="0071169E"/>
    <w:rsid w:val="00712813"/>
    <w:rsid w:val="00712D6F"/>
    <w:rsid w:val="00714610"/>
    <w:rsid w:val="00715DFB"/>
    <w:rsid w:val="00716A4F"/>
    <w:rsid w:val="00717330"/>
    <w:rsid w:val="00721A74"/>
    <w:rsid w:val="0072454E"/>
    <w:rsid w:val="007247B4"/>
    <w:rsid w:val="00725E63"/>
    <w:rsid w:val="00727F46"/>
    <w:rsid w:val="0073248C"/>
    <w:rsid w:val="0073655B"/>
    <w:rsid w:val="00740A42"/>
    <w:rsid w:val="00741276"/>
    <w:rsid w:val="007412B4"/>
    <w:rsid w:val="007500E0"/>
    <w:rsid w:val="00750CD6"/>
    <w:rsid w:val="0075255E"/>
    <w:rsid w:val="00753921"/>
    <w:rsid w:val="00753F85"/>
    <w:rsid w:val="0075650F"/>
    <w:rsid w:val="00757433"/>
    <w:rsid w:val="00757D69"/>
    <w:rsid w:val="00763F5C"/>
    <w:rsid w:val="007658F5"/>
    <w:rsid w:val="0076726D"/>
    <w:rsid w:val="00772C64"/>
    <w:rsid w:val="00774D16"/>
    <w:rsid w:val="00776D5C"/>
    <w:rsid w:val="00777458"/>
    <w:rsid w:val="00777810"/>
    <w:rsid w:val="00781EB0"/>
    <w:rsid w:val="007820F2"/>
    <w:rsid w:val="00784B79"/>
    <w:rsid w:val="00785866"/>
    <w:rsid w:val="007859D4"/>
    <w:rsid w:val="00786ACF"/>
    <w:rsid w:val="007877F9"/>
    <w:rsid w:val="00790B9F"/>
    <w:rsid w:val="00790E34"/>
    <w:rsid w:val="00791F2E"/>
    <w:rsid w:val="007967B8"/>
    <w:rsid w:val="00796BE7"/>
    <w:rsid w:val="007A126C"/>
    <w:rsid w:val="007A1415"/>
    <w:rsid w:val="007A14D5"/>
    <w:rsid w:val="007A192F"/>
    <w:rsid w:val="007A1CC0"/>
    <w:rsid w:val="007A32B2"/>
    <w:rsid w:val="007A46F5"/>
    <w:rsid w:val="007A4B0E"/>
    <w:rsid w:val="007A58EC"/>
    <w:rsid w:val="007A6E2D"/>
    <w:rsid w:val="007B133B"/>
    <w:rsid w:val="007B3A70"/>
    <w:rsid w:val="007B714C"/>
    <w:rsid w:val="007C0E56"/>
    <w:rsid w:val="007C1CB6"/>
    <w:rsid w:val="007C6AA3"/>
    <w:rsid w:val="007C7325"/>
    <w:rsid w:val="007C7758"/>
    <w:rsid w:val="007D475C"/>
    <w:rsid w:val="007D560D"/>
    <w:rsid w:val="007D5BDA"/>
    <w:rsid w:val="007D6C4E"/>
    <w:rsid w:val="007E0718"/>
    <w:rsid w:val="007E19AA"/>
    <w:rsid w:val="007E2538"/>
    <w:rsid w:val="007E4121"/>
    <w:rsid w:val="007E6306"/>
    <w:rsid w:val="007E68E1"/>
    <w:rsid w:val="007E6C43"/>
    <w:rsid w:val="007E73E2"/>
    <w:rsid w:val="007F08B2"/>
    <w:rsid w:val="007F1151"/>
    <w:rsid w:val="007F1BFB"/>
    <w:rsid w:val="007F24B1"/>
    <w:rsid w:val="007F2DE0"/>
    <w:rsid w:val="007F543A"/>
    <w:rsid w:val="007F5E07"/>
    <w:rsid w:val="0080029D"/>
    <w:rsid w:val="00800BB5"/>
    <w:rsid w:val="008038C6"/>
    <w:rsid w:val="00804A0E"/>
    <w:rsid w:val="00806266"/>
    <w:rsid w:val="008126BA"/>
    <w:rsid w:val="0081342D"/>
    <w:rsid w:val="00822268"/>
    <w:rsid w:val="0082530D"/>
    <w:rsid w:val="00827F8C"/>
    <w:rsid w:val="008311CA"/>
    <w:rsid w:val="008319A2"/>
    <w:rsid w:val="0083258A"/>
    <w:rsid w:val="00835795"/>
    <w:rsid w:val="00835AE6"/>
    <w:rsid w:val="00836088"/>
    <w:rsid w:val="008410FC"/>
    <w:rsid w:val="00842BB7"/>
    <w:rsid w:val="00843FA6"/>
    <w:rsid w:val="008445A6"/>
    <w:rsid w:val="008455D2"/>
    <w:rsid w:val="00845D48"/>
    <w:rsid w:val="00850D84"/>
    <w:rsid w:val="00852380"/>
    <w:rsid w:val="00860C94"/>
    <w:rsid w:val="00861C72"/>
    <w:rsid w:val="008623D0"/>
    <w:rsid w:val="00864EBF"/>
    <w:rsid w:val="008657AE"/>
    <w:rsid w:val="00866395"/>
    <w:rsid w:val="0086710A"/>
    <w:rsid w:val="008759D8"/>
    <w:rsid w:val="008768E4"/>
    <w:rsid w:val="00880376"/>
    <w:rsid w:val="00880B05"/>
    <w:rsid w:val="00881BAC"/>
    <w:rsid w:val="00882ED7"/>
    <w:rsid w:val="00884B57"/>
    <w:rsid w:val="0089073F"/>
    <w:rsid w:val="008907E0"/>
    <w:rsid w:val="008955A6"/>
    <w:rsid w:val="008A174B"/>
    <w:rsid w:val="008A1795"/>
    <w:rsid w:val="008A2EE8"/>
    <w:rsid w:val="008A7964"/>
    <w:rsid w:val="008B2898"/>
    <w:rsid w:val="008B3818"/>
    <w:rsid w:val="008B3CED"/>
    <w:rsid w:val="008B4A7E"/>
    <w:rsid w:val="008B55F1"/>
    <w:rsid w:val="008B6EFE"/>
    <w:rsid w:val="008C4B17"/>
    <w:rsid w:val="008C6984"/>
    <w:rsid w:val="008C6A08"/>
    <w:rsid w:val="008C72AD"/>
    <w:rsid w:val="008C747E"/>
    <w:rsid w:val="008C7BBE"/>
    <w:rsid w:val="008D3232"/>
    <w:rsid w:val="008D33A6"/>
    <w:rsid w:val="008D6FA5"/>
    <w:rsid w:val="008E1B42"/>
    <w:rsid w:val="008E2038"/>
    <w:rsid w:val="008E34D8"/>
    <w:rsid w:val="008E574A"/>
    <w:rsid w:val="008E66CA"/>
    <w:rsid w:val="008E6CEC"/>
    <w:rsid w:val="008E7191"/>
    <w:rsid w:val="008E7435"/>
    <w:rsid w:val="008F12FB"/>
    <w:rsid w:val="008F7FC9"/>
    <w:rsid w:val="00901448"/>
    <w:rsid w:val="00902BFE"/>
    <w:rsid w:val="00903E67"/>
    <w:rsid w:val="009129B4"/>
    <w:rsid w:val="00912C1F"/>
    <w:rsid w:val="0091478E"/>
    <w:rsid w:val="00915D90"/>
    <w:rsid w:val="00922F03"/>
    <w:rsid w:val="009235A4"/>
    <w:rsid w:val="009262F3"/>
    <w:rsid w:val="00926C93"/>
    <w:rsid w:val="00927951"/>
    <w:rsid w:val="00936BA2"/>
    <w:rsid w:val="00940C17"/>
    <w:rsid w:val="00941137"/>
    <w:rsid w:val="009419B8"/>
    <w:rsid w:val="00945E78"/>
    <w:rsid w:val="00947790"/>
    <w:rsid w:val="0095110D"/>
    <w:rsid w:val="009512F8"/>
    <w:rsid w:val="00952455"/>
    <w:rsid w:val="0095583A"/>
    <w:rsid w:val="00960179"/>
    <w:rsid w:val="00964B19"/>
    <w:rsid w:val="00965321"/>
    <w:rsid w:val="00970C99"/>
    <w:rsid w:val="00971C15"/>
    <w:rsid w:val="009729E1"/>
    <w:rsid w:val="00974963"/>
    <w:rsid w:val="009749CF"/>
    <w:rsid w:val="00984ACA"/>
    <w:rsid w:val="00985795"/>
    <w:rsid w:val="0099084D"/>
    <w:rsid w:val="00991BCA"/>
    <w:rsid w:val="0099659C"/>
    <w:rsid w:val="00996CBE"/>
    <w:rsid w:val="00997D9C"/>
    <w:rsid w:val="009A016D"/>
    <w:rsid w:val="009A0185"/>
    <w:rsid w:val="009A2EFA"/>
    <w:rsid w:val="009A391D"/>
    <w:rsid w:val="009A6EF2"/>
    <w:rsid w:val="009A785A"/>
    <w:rsid w:val="009A7FFA"/>
    <w:rsid w:val="009B13FE"/>
    <w:rsid w:val="009B5550"/>
    <w:rsid w:val="009B6484"/>
    <w:rsid w:val="009B70FC"/>
    <w:rsid w:val="009B77D5"/>
    <w:rsid w:val="009C1EF2"/>
    <w:rsid w:val="009C26ED"/>
    <w:rsid w:val="009C3095"/>
    <w:rsid w:val="009C4DAA"/>
    <w:rsid w:val="009C5C1B"/>
    <w:rsid w:val="009D01B5"/>
    <w:rsid w:val="009D03EF"/>
    <w:rsid w:val="009D243F"/>
    <w:rsid w:val="009D3802"/>
    <w:rsid w:val="009D38FC"/>
    <w:rsid w:val="009D5458"/>
    <w:rsid w:val="009D592C"/>
    <w:rsid w:val="009E1CE7"/>
    <w:rsid w:val="009E2DAB"/>
    <w:rsid w:val="009E2DB7"/>
    <w:rsid w:val="009E53A8"/>
    <w:rsid w:val="009E75D2"/>
    <w:rsid w:val="009F086E"/>
    <w:rsid w:val="009F177D"/>
    <w:rsid w:val="009F239D"/>
    <w:rsid w:val="009F48DC"/>
    <w:rsid w:val="009F622A"/>
    <w:rsid w:val="009F6C66"/>
    <w:rsid w:val="00A02B12"/>
    <w:rsid w:val="00A03C46"/>
    <w:rsid w:val="00A128BE"/>
    <w:rsid w:val="00A13B37"/>
    <w:rsid w:val="00A149A2"/>
    <w:rsid w:val="00A21ACD"/>
    <w:rsid w:val="00A23175"/>
    <w:rsid w:val="00A2377F"/>
    <w:rsid w:val="00A25E7D"/>
    <w:rsid w:val="00A26653"/>
    <w:rsid w:val="00A326CC"/>
    <w:rsid w:val="00A34072"/>
    <w:rsid w:val="00A36376"/>
    <w:rsid w:val="00A377BC"/>
    <w:rsid w:val="00A4212C"/>
    <w:rsid w:val="00A44611"/>
    <w:rsid w:val="00A44BD3"/>
    <w:rsid w:val="00A453E6"/>
    <w:rsid w:val="00A46C58"/>
    <w:rsid w:val="00A518F0"/>
    <w:rsid w:val="00A534B1"/>
    <w:rsid w:val="00A53615"/>
    <w:rsid w:val="00A5561C"/>
    <w:rsid w:val="00A57DEF"/>
    <w:rsid w:val="00A608A3"/>
    <w:rsid w:val="00A60A86"/>
    <w:rsid w:val="00A61E5A"/>
    <w:rsid w:val="00A63A21"/>
    <w:rsid w:val="00A63D75"/>
    <w:rsid w:val="00A653DD"/>
    <w:rsid w:val="00A6705F"/>
    <w:rsid w:val="00A70971"/>
    <w:rsid w:val="00A70C05"/>
    <w:rsid w:val="00A72C21"/>
    <w:rsid w:val="00A72E4E"/>
    <w:rsid w:val="00A7554E"/>
    <w:rsid w:val="00A75C85"/>
    <w:rsid w:val="00A76011"/>
    <w:rsid w:val="00A80EDF"/>
    <w:rsid w:val="00A81028"/>
    <w:rsid w:val="00A81F04"/>
    <w:rsid w:val="00A82D30"/>
    <w:rsid w:val="00A91179"/>
    <w:rsid w:val="00A91CF4"/>
    <w:rsid w:val="00A92465"/>
    <w:rsid w:val="00A94014"/>
    <w:rsid w:val="00AA0257"/>
    <w:rsid w:val="00AA296C"/>
    <w:rsid w:val="00AA575B"/>
    <w:rsid w:val="00AA63EE"/>
    <w:rsid w:val="00AA6460"/>
    <w:rsid w:val="00AA65FD"/>
    <w:rsid w:val="00AA70B4"/>
    <w:rsid w:val="00AB51C4"/>
    <w:rsid w:val="00AC1F28"/>
    <w:rsid w:val="00AC53C1"/>
    <w:rsid w:val="00AC5D92"/>
    <w:rsid w:val="00AC6B76"/>
    <w:rsid w:val="00AD25B5"/>
    <w:rsid w:val="00AD37AA"/>
    <w:rsid w:val="00AD7720"/>
    <w:rsid w:val="00AE3058"/>
    <w:rsid w:val="00AE3094"/>
    <w:rsid w:val="00AE519A"/>
    <w:rsid w:val="00AE5306"/>
    <w:rsid w:val="00AE652D"/>
    <w:rsid w:val="00AE7AD5"/>
    <w:rsid w:val="00AF052A"/>
    <w:rsid w:val="00AF0AA9"/>
    <w:rsid w:val="00AF32CD"/>
    <w:rsid w:val="00AF3D3E"/>
    <w:rsid w:val="00AF54E4"/>
    <w:rsid w:val="00AF5E9B"/>
    <w:rsid w:val="00AF715F"/>
    <w:rsid w:val="00AF7282"/>
    <w:rsid w:val="00AF7F3D"/>
    <w:rsid w:val="00B00FFB"/>
    <w:rsid w:val="00B010C0"/>
    <w:rsid w:val="00B013EC"/>
    <w:rsid w:val="00B01B8E"/>
    <w:rsid w:val="00B043C3"/>
    <w:rsid w:val="00B04648"/>
    <w:rsid w:val="00B05856"/>
    <w:rsid w:val="00B07B6F"/>
    <w:rsid w:val="00B122CF"/>
    <w:rsid w:val="00B1569A"/>
    <w:rsid w:val="00B17F04"/>
    <w:rsid w:val="00B259CB"/>
    <w:rsid w:val="00B30833"/>
    <w:rsid w:val="00B31095"/>
    <w:rsid w:val="00B35B2B"/>
    <w:rsid w:val="00B37955"/>
    <w:rsid w:val="00B41A96"/>
    <w:rsid w:val="00B464B5"/>
    <w:rsid w:val="00B46826"/>
    <w:rsid w:val="00B46A5D"/>
    <w:rsid w:val="00B5145B"/>
    <w:rsid w:val="00B52C84"/>
    <w:rsid w:val="00B54294"/>
    <w:rsid w:val="00B546BF"/>
    <w:rsid w:val="00B55E0D"/>
    <w:rsid w:val="00B60349"/>
    <w:rsid w:val="00B6041C"/>
    <w:rsid w:val="00B630BA"/>
    <w:rsid w:val="00B644A1"/>
    <w:rsid w:val="00B6531E"/>
    <w:rsid w:val="00B67AC8"/>
    <w:rsid w:val="00B70560"/>
    <w:rsid w:val="00B721C0"/>
    <w:rsid w:val="00B803A5"/>
    <w:rsid w:val="00B80509"/>
    <w:rsid w:val="00B809FA"/>
    <w:rsid w:val="00B813F9"/>
    <w:rsid w:val="00B81814"/>
    <w:rsid w:val="00B83566"/>
    <w:rsid w:val="00B91B74"/>
    <w:rsid w:val="00B91F07"/>
    <w:rsid w:val="00B92D11"/>
    <w:rsid w:val="00B97342"/>
    <w:rsid w:val="00B97F14"/>
    <w:rsid w:val="00BA4206"/>
    <w:rsid w:val="00BA592F"/>
    <w:rsid w:val="00BA63DA"/>
    <w:rsid w:val="00BB0810"/>
    <w:rsid w:val="00BB4440"/>
    <w:rsid w:val="00BB448B"/>
    <w:rsid w:val="00BB63E7"/>
    <w:rsid w:val="00BB65DC"/>
    <w:rsid w:val="00BC0995"/>
    <w:rsid w:val="00BC25F4"/>
    <w:rsid w:val="00BC28FA"/>
    <w:rsid w:val="00BC498A"/>
    <w:rsid w:val="00BC4E16"/>
    <w:rsid w:val="00BC4EA8"/>
    <w:rsid w:val="00BC5B98"/>
    <w:rsid w:val="00BD0D4F"/>
    <w:rsid w:val="00BD1C43"/>
    <w:rsid w:val="00BD34C3"/>
    <w:rsid w:val="00BD75D2"/>
    <w:rsid w:val="00BE1E8D"/>
    <w:rsid w:val="00BF00FC"/>
    <w:rsid w:val="00BF0CA7"/>
    <w:rsid w:val="00BF3A9B"/>
    <w:rsid w:val="00C0028F"/>
    <w:rsid w:val="00C02458"/>
    <w:rsid w:val="00C02D19"/>
    <w:rsid w:val="00C04415"/>
    <w:rsid w:val="00C045A5"/>
    <w:rsid w:val="00C04F71"/>
    <w:rsid w:val="00C07166"/>
    <w:rsid w:val="00C10487"/>
    <w:rsid w:val="00C14B3F"/>
    <w:rsid w:val="00C14D21"/>
    <w:rsid w:val="00C15DCB"/>
    <w:rsid w:val="00C1682A"/>
    <w:rsid w:val="00C16F0E"/>
    <w:rsid w:val="00C21C96"/>
    <w:rsid w:val="00C22300"/>
    <w:rsid w:val="00C24767"/>
    <w:rsid w:val="00C2503B"/>
    <w:rsid w:val="00C25318"/>
    <w:rsid w:val="00C254C2"/>
    <w:rsid w:val="00C26318"/>
    <w:rsid w:val="00C2723B"/>
    <w:rsid w:val="00C32F4B"/>
    <w:rsid w:val="00C36618"/>
    <w:rsid w:val="00C40CB2"/>
    <w:rsid w:val="00C4227D"/>
    <w:rsid w:val="00C44C57"/>
    <w:rsid w:val="00C45E64"/>
    <w:rsid w:val="00C50CDA"/>
    <w:rsid w:val="00C55206"/>
    <w:rsid w:val="00C60D63"/>
    <w:rsid w:val="00C6161E"/>
    <w:rsid w:val="00C6458C"/>
    <w:rsid w:val="00C66029"/>
    <w:rsid w:val="00C66A42"/>
    <w:rsid w:val="00C7131D"/>
    <w:rsid w:val="00C715FC"/>
    <w:rsid w:val="00C74BDC"/>
    <w:rsid w:val="00C74E60"/>
    <w:rsid w:val="00C75455"/>
    <w:rsid w:val="00C805E9"/>
    <w:rsid w:val="00C84E13"/>
    <w:rsid w:val="00C85356"/>
    <w:rsid w:val="00C8599F"/>
    <w:rsid w:val="00C90CAF"/>
    <w:rsid w:val="00C949B3"/>
    <w:rsid w:val="00C953F5"/>
    <w:rsid w:val="00C96D58"/>
    <w:rsid w:val="00C97A89"/>
    <w:rsid w:val="00C97CCE"/>
    <w:rsid w:val="00CA1F16"/>
    <w:rsid w:val="00CA330D"/>
    <w:rsid w:val="00CA5178"/>
    <w:rsid w:val="00CA5E2A"/>
    <w:rsid w:val="00CA6390"/>
    <w:rsid w:val="00CA6ABF"/>
    <w:rsid w:val="00CB2D3E"/>
    <w:rsid w:val="00CB5A0E"/>
    <w:rsid w:val="00CB6129"/>
    <w:rsid w:val="00CB7F15"/>
    <w:rsid w:val="00CC06BC"/>
    <w:rsid w:val="00CC314A"/>
    <w:rsid w:val="00CC414B"/>
    <w:rsid w:val="00CC4D50"/>
    <w:rsid w:val="00CC4F7E"/>
    <w:rsid w:val="00CC587E"/>
    <w:rsid w:val="00CC5E40"/>
    <w:rsid w:val="00CD0398"/>
    <w:rsid w:val="00CD57B8"/>
    <w:rsid w:val="00CD69ED"/>
    <w:rsid w:val="00CD6B3F"/>
    <w:rsid w:val="00CD7E4B"/>
    <w:rsid w:val="00CE01F1"/>
    <w:rsid w:val="00CE085F"/>
    <w:rsid w:val="00CE1FAF"/>
    <w:rsid w:val="00CE34C2"/>
    <w:rsid w:val="00CE5738"/>
    <w:rsid w:val="00CF0774"/>
    <w:rsid w:val="00CF17F2"/>
    <w:rsid w:val="00CF2B20"/>
    <w:rsid w:val="00D0061D"/>
    <w:rsid w:val="00D04B4D"/>
    <w:rsid w:val="00D05054"/>
    <w:rsid w:val="00D05311"/>
    <w:rsid w:val="00D10FD4"/>
    <w:rsid w:val="00D12AAC"/>
    <w:rsid w:val="00D13F70"/>
    <w:rsid w:val="00D15388"/>
    <w:rsid w:val="00D176DE"/>
    <w:rsid w:val="00D17D90"/>
    <w:rsid w:val="00D21BC2"/>
    <w:rsid w:val="00D22EF5"/>
    <w:rsid w:val="00D240EC"/>
    <w:rsid w:val="00D27EC6"/>
    <w:rsid w:val="00D3056B"/>
    <w:rsid w:val="00D30DB0"/>
    <w:rsid w:val="00D310FF"/>
    <w:rsid w:val="00D31165"/>
    <w:rsid w:val="00D31BDF"/>
    <w:rsid w:val="00D31EDC"/>
    <w:rsid w:val="00D3211F"/>
    <w:rsid w:val="00D32C09"/>
    <w:rsid w:val="00D35A3C"/>
    <w:rsid w:val="00D401B8"/>
    <w:rsid w:val="00D41058"/>
    <w:rsid w:val="00D436AF"/>
    <w:rsid w:val="00D44A35"/>
    <w:rsid w:val="00D46F21"/>
    <w:rsid w:val="00D476FC"/>
    <w:rsid w:val="00D47F0D"/>
    <w:rsid w:val="00D55C0A"/>
    <w:rsid w:val="00D56F39"/>
    <w:rsid w:val="00D5771D"/>
    <w:rsid w:val="00D62C3D"/>
    <w:rsid w:val="00D6301C"/>
    <w:rsid w:val="00D63B21"/>
    <w:rsid w:val="00D63B6F"/>
    <w:rsid w:val="00D63BAA"/>
    <w:rsid w:val="00D63FA8"/>
    <w:rsid w:val="00D665CC"/>
    <w:rsid w:val="00D72D9E"/>
    <w:rsid w:val="00D7352D"/>
    <w:rsid w:val="00D74CC6"/>
    <w:rsid w:val="00D81A25"/>
    <w:rsid w:val="00D83DD0"/>
    <w:rsid w:val="00D8536E"/>
    <w:rsid w:val="00D8685E"/>
    <w:rsid w:val="00D93C6A"/>
    <w:rsid w:val="00D94802"/>
    <w:rsid w:val="00D94EBF"/>
    <w:rsid w:val="00D95C62"/>
    <w:rsid w:val="00D9680C"/>
    <w:rsid w:val="00DA053C"/>
    <w:rsid w:val="00DA2A37"/>
    <w:rsid w:val="00DA359F"/>
    <w:rsid w:val="00DA3E41"/>
    <w:rsid w:val="00DA52D7"/>
    <w:rsid w:val="00DA57C9"/>
    <w:rsid w:val="00DA5FB0"/>
    <w:rsid w:val="00DA605A"/>
    <w:rsid w:val="00DA6328"/>
    <w:rsid w:val="00DB3BBB"/>
    <w:rsid w:val="00DB3E30"/>
    <w:rsid w:val="00DB438E"/>
    <w:rsid w:val="00DB5CDC"/>
    <w:rsid w:val="00DB6E5C"/>
    <w:rsid w:val="00DC04B7"/>
    <w:rsid w:val="00DC1166"/>
    <w:rsid w:val="00DC15EF"/>
    <w:rsid w:val="00DC1657"/>
    <w:rsid w:val="00DC366B"/>
    <w:rsid w:val="00DD185A"/>
    <w:rsid w:val="00DD1BA1"/>
    <w:rsid w:val="00DD3E18"/>
    <w:rsid w:val="00DD6860"/>
    <w:rsid w:val="00DE558F"/>
    <w:rsid w:val="00DE58AE"/>
    <w:rsid w:val="00DE7E3B"/>
    <w:rsid w:val="00DF06A7"/>
    <w:rsid w:val="00DF0E26"/>
    <w:rsid w:val="00DF1DAD"/>
    <w:rsid w:val="00DF3826"/>
    <w:rsid w:val="00DF65E3"/>
    <w:rsid w:val="00DF6705"/>
    <w:rsid w:val="00DF7D30"/>
    <w:rsid w:val="00E01CC0"/>
    <w:rsid w:val="00E01EBC"/>
    <w:rsid w:val="00E04557"/>
    <w:rsid w:val="00E05CF6"/>
    <w:rsid w:val="00E06CBB"/>
    <w:rsid w:val="00E072AA"/>
    <w:rsid w:val="00E07527"/>
    <w:rsid w:val="00E075FB"/>
    <w:rsid w:val="00E10613"/>
    <w:rsid w:val="00E11310"/>
    <w:rsid w:val="00E11427"/>
    <w:rsid w:val="00E115F7"/>
    <w:rsid w:val="00E1279F"/>
    <w:rsid w:val="00E13A4E"/>
    <w:rsid w:val="00E15B71"/>
    <w:rsid w:val="00E15DD8"/>
    <w:rsid w:val="00E16AF2"/>
    <w:rsid w:val="00E17118"/>
    <w:rsid w:val="00E172BA"/>
    <w:rsid w:val="00E215E9"/>
    <w:rsid w:val="00E2335F"/>
    <w:rsid w:val="00E234CA"/>
    <w:rsid w:val="00E24096"/>
    <w:rsid w:val="00E24B38"/>
    <w:rsid w:val="00E24B4D"/>
    <w:rsid w:val="00E31AF1"/>
    <w:rsid w:val="00E31D60"/>
    <w:rsid w:val="00E32B07"/>
    <w:rsid w:val="00E34ACD"/>
    <w:rsid w:val="00E35743"/>
    <w:rsid w:val="00E36AD1"/>
    <w:rsid w:val="00E37DB9"/>
    <w:rsid w:val="00E411D6"/>
    <w:rsid w:val="00E41C18"/>
    <w:rsid w:val="00E42129"/>
    <w:rsid w:val="00E46A8F"/>
    <w:rsid w:val="00E47150"/>
    <w:rsid w:val="00E516DB"/>
    <w:rsid w:val="00E5515E"/>
    <w:rsid w:val="00E557C2"/>
    <w:rsid w:val="00E63AC4"/>
    <w:rsid w:val="00E6793D"/>
    <w:rsid w:val="00E730AD"/>
    <w:rsid w:val="00E75377"/>
    <w:rsid w:val="00E754AC"/>
    <w:rsid w:val="00E775A2"/>
    <w:rsid w:val="00E81563"/>
    <w:rsid w:val="00E819C9"/>
    <w:rsid w:val="00E821BB"/>
    <w:rsid w:val="00E83A74"/>
    <w:rsid w:val="00E83D5F"/>
    <w:rsid w:val="00E851C1"/>
    <w:rsid w:val="00E85CDC"/>
    <w:rsid w:val="00E85DBE"/>
    <w:rsid w:val="00E86958"/>
    <w:rsid w:val="00E936A1"/>
    <w:rsid w:val="00E945F7"/>
    <w:rsid w:val="00E95BEB"/>
    <w:rsid w:val="00E95D82"/>
    <w:rsid w:val="00E969B1"/>
    <w:rsid w:val="00E973A0"/>
    <w:rsid w:val="00EA21EA"/>
    <w:rsid w:val="00EA4E0C"/>
    <w:rsid w:val="00EA5A13"/>
    <w:rsid w:val="00EB15EE"/>
    <w:rsid w:val="00EB3465"/>
    <w:rsid w:val="00EB4A8E"/>
    <w:rsid w:val="00EB6E59"/>
    <w:rsid w:val="00EC0595"/>
    <w:rsid w:val="00EC0DCB"/>
    <w:rsid w:val="00EC18CE"/>
    <w:rsid w:val="00EC1916"/>
    <w:rsid w:val="00EC3CF8"/>
    <w:rsid w:val="00EC4C64"/>
    <w:rsid w:val="00EC5C14"/>
    <w:rsid w:val="00EC5D50"/>
    <w:rsid w:val="00ED299B"/>
    <w:rsid w:val="00ED4E06"/>
    <w:rsid w:val="00ED63C3"/>
    <w:rsid w:val="00EE0608"/>
    <w:rsid w:val="00EE363B"/>
    <w:rsid w:val="00EF2B5C"/>
    <w:rsid w:val="00EF48A8"/>
    <w:rsid w:val="00EF5BC5"/>
    <w:rsid w:val="00EF5E88"/>
    <w:rsid w:val="00EF7B02"/>
    <w:rsid w:val="00EF7C7E"/>
    <w:rsid w:val="00EF7C8F"/>
    <w:rsid w:val="00F0006A"/>
    <w:rsid w:val="00F00CD7"/>
    <w:rsid w:val="00F036FA"/>
    <w:rsid w:val="00F03810"/>
    <w:rsid w:val="00F03D6C"/>
    <w:rsid w:val="00F04E09"/>
    <w:rsid w:val="00F129A2"/>
    <w:rsid w:val="00F129DA"/>
    <w:rsid w:val="00F162C3"/>
    <w:rsid w:val="00F20581"/>
    <w:rsid w:val="00F22845"/>
    <w:rsid w:val="00F22D7D"/>
    <w:rsid w:val="00F25068"/>
    <w:rsid w:val="00F270D1"/>
    <w:rsid w:val="00F27E95"/>
    <w:rsid w:val="00F30616"/>
    <w:rsid w:val="00F330E0"/>
    <w:rsid w:val="00F3346B"/>
    <w:rsid w:val="00F33520"/>
    <w:rsid w:val="00F335A2"/>
    <w:rsid w:val="00F367E0"/>
    <w:rsid w:val="00F44C74"/>
    <w:rsid w:val="00F4538C"/>
    <w:rsid w:val="00F45A7F"/>
    <w:rsid w:val="00F467C5"/>
    <w:rsid w:val="00F4740F"/>
    <w:rsid w:val="00F52253"/>
    <w:rsid w:val="00F52ACB"/>
    <w:rsid w:val="00F5335F"/>
    <w:rsid w:val="00F53C79"/>
    <w:rsid w:val="00F57E2D"/>
    <w:rsid w:val="00F6220C"/>
    <w:rsid w:val="00F65C1C"/>
    <w:rsid w:val="00F67012"/>
    <w:rsid w:val="00F70E92"/>
    <w:rsid w:val="00F81EF3"/>
    <w:rsid w:val="00F822D7"/>
    <w:rsid w:val="00F83261"/>
    <w:rsid w:val="00F83EC9"/>
    <w:rsid w:val="00F843D3"/>
    <w:rsid w:val="00F85876"/>
    <w:rsid w:val="00F875ED"/>
    <w:rsid w:val="00F90C0E"/>
    <w:rsid w:val="00F9315A"/>
    <w:rsid w:val="00F9371F"/>
    <w:rsid w:val="00F93F69"/>
    <w:rsid w:val="00F95A82"/>
    <w:rsid w:val="00F97DE6"/>
    <w:rsid w:val="00FA4995"/>
    <w:rsid w:val="00FA52A0"/>
    <w:rsid w:val="00FA5622"/>
    <w:rsid w:val="00FA5F1F"/>
    <w:rsid w:val="00FB09A5"/>
    <w:rsid w:val="00FB1A8F"/>
    <w:rsid w:val="00FB2CEE"/>
    <w:rsid w:val="00FB33B5"/>
    <w:rsid w:val="00FC05CB"/>
    <w:rsid w:val="00FC0A99"/>
    <w:rsid w:val="00FC4A4E"/>
    <w:rsid w:val="00FC6FB1"/>
    <w:rsid w:val="00FD0A2E"/>
    <w:rsid w:val="00FD11F2"/>
    <w:rsid w:val="00FD2619"/>
    <w:rsid w:val="00FD394A"/>
    <w:rsid w:val="00FD4D7C"/>
    <w:rsid w:val="00FD60D3"/>
    <w:rsid w:val="00FD6496"/>
    <w:rsid w:val="00FD7EAF"/>
    <w:rsid w:val="00FE0033"/>
    <w:rsid w:val="00FE13BF"/>
    <w:rsid w:val="00FE255F"/>
    <w:rsid w:val="00FE3352"/>
    <w:rsid w:val="00FF24BA"/>
    <w:rsid w:val="00FF52EA"/>
    <w:rsid w:val="00FF5DC1"/>
    <w:rsid w:val="00FF7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6B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D4E06"/>
    <w:pPr>
      <w:keepNext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436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NormalWeb">
    <w:name w:val="Normal (Web)"/>
    <w:basedOn w:val="Normal"/>
    <w:uiPriority w:val="99"/>
    <w:rsid w:val="00CC06BC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CC06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ConsNormal">
    <w:name w:val="ConsNormal"/>
    <w:uiPriority w:val="99"/>
    <w:rsid w:val="00CC06B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rsid w:val="00CC06B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F2506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25068"/>
    <w:rPr>
      <w:rFonts w:cs="Times New Roman"/>
    </w:rPr>
  </w:style>
  <w:style w:type="table" w:styleId="TableGrid">
    <w:name w:val="Table Grid"/>
    <w:basedOn w:val="TableNormal"/>
    <w:uiPriority w:val="99"/>
    <w:rsid w:val="00036F0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BC25F4"/>
    <w:pPr>
      <w:ind w:left="360" w:hanging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E32B0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32B0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FB33B5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516BF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F53C7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character" w:customStyle="1" w:styleId="a">
    <w:name w:val="Знак Знак"/>
    <w:uiPriority w:val="99"/>
    <w:rsid w:val="00941137"/>
    <w:rPr>
      <w:sz w:val="22"/>
    </w:rPr>
  </w:style>
  <w:style w:type="paragraph" w:customStyle="1" w:styleId="Default">
    <w:name w:val="Default"/>
    <w:uiPriority w:val="99"/>
    <w:rsid w:val="0064416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48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266</Words>
  <Characters>1520</Characters>
  <Application>Microsoft Office Outlook</Application>
  <DocSecurity>0</DocSecurity>
  <Lines>0</Lines>
  <Paragraphs>0</Paragraphs>
  <ScaleCrop>false</ScaleCrop>
  <Company>RaiFO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К А З</dc:title>
  <dc:subject/>
  <dc:creator>Райфо</dc:creator>
  <cp:keywords/>
  <dc:description/>
  <cp:lastModifiedBy>kadry</cp:lastModifiedBy>
  <cp:revision>4</cp:revision>
  <cp:lastPrinted>2016-05-23T11:33:00Z</cp:lastPrinted>
  <dcterms:created xsi:type="dcterms:W3CDTF">2016-05-27T19:04:00Z</dcterms:created>
  <dcterms:modified xsi:type="dcterms:W3CDTF">2016-05-31T14:13:00Z</dcterms:modified>
</cp:coreProperties>
</file>